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195FC" w14:textId="557A1ED9" w:rsidR="00BD5391" w:rsidRPr="00BD5391" w:rsidRDefault="004E48A6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 w:rsidRPr="000B53E6">
        <w:rPr>
          <w:rFonts w:eastAsia="Times New Roman"/>
          <w:b/>
          <w:sz w:val="40"/>
          <w:szCs w:val="32"/>
        </w:rPr>
        <w:t xml:space="preserve">Neue </w:t>
      </w:r>
      <w:r w:rsidR="000B53E6" w:rsidRPr="000B53E6">
        <w:rPr>
          <w:rFonts w:eastAsia="Times New Roman"/>
          <w:b/>
          <w:sz w:val="40"/>
          <w:szCs w:val="32"/>
        </w:rPr>
        <w:t xml:space="preserve">Kompaktfräse </w:t>
      </w:r>
      <w:r w:rsidR="009F24CE" w:rsidRPr="000B53E6">
        <w:rPr>
          <w:rFonts w:eastAsia="Times New Roman"/>
          <w:b/>
          <w:sz w:val="40"/>
          <w:szCs w:val="32"/>
        </w:rPr>
        <w:t>W 120 </w:t>
      </w:r>
      <w:proofErr w:type="spellStart"/>
      <w:r w:rsidR="009F24CE" w:rsidRPr="000B53E6">
        <w:rPr>
          <w:rFonts w:eastAsia="Times New Roman"/>
          <w:b/>
          <w:sz w:val="40"/>
          <w:szCs w:val="32"/>
        </w:rPr>
        <w:t>Fi</w:t>
      </w:r>
      <w:proofErr w:type="spellEnd"/>
      <w:r w:rsidR="009F24CE" w:rsidRPr="000B53E6">
        <w:rPr>
          <w:rFonts w:eastAsia="Times New Roman"/>
          <w:b/>
          <w:sz w:val="40"/>
          <w:szCs w:val="32"/>
        </w:rPr>
        <w:t xml:space="preserve"> </w:t>
      </w:r>
      <w:r w:rsidRPr="000B53E6">
        <w:rPr>
          <w:rFonts w:eastAsia="Times New Roman"/>
          <w:b/>
          <w:sz w:val="40"/>
          <w:szCs w:val="32"/>
        </w:rPr>
        <w:t>führ</w:t>
      </w:r>
      <w:r w:rsidR="009F24CE" w:rsidRPr="000B53E6">
        <w:rPr>
          <w:rFonts w:eastAsia="Times New Roman"/>
          <w:b/>
          <w:sz w:val="40"/>
          <w:szCs w:val="32"/>
        </w:rPr>
        <w:t>t</w:t>
      </w:r>
      <w:r w:rsidRPr="000B53E6">
        <w:rPr>
          <w:rFonts w:eastAsia="Times New Roman"/>
          <w:b/>
          <w:sz w:val="40"/>
          <w:szCs w:val="32"/>
        </w:rPr>
        <w:t xml:space="preserve"> Wirtgen Group </w:t>
      </w:r>
      <w:r w:rsidR="004A48F5" w:rsidRPr="000B53E6">
        <w:rPr>
          <w:rFonts w:eastAsia="Times New Roman"/>
          <w:b/>
          <w:sz w:val="40"/>
          <w:szCs w:val="32"/>
        </w:rPr>
        <w:t xml:space="preserve">Lösungen auf </w:t>
      </w:r>
      <w:r w:rsidR="009F24CE" w:rsidRPr="000B53E6">
        <w:rPr>
          <w:rFonts w:eastAsia="Times New Roman"/>
          <w:b/>
          <w:sz w:val="40"/>
          <w:szCs w:val="32"/>
        </w:rPr>
        <w:t xml:space="preserve">der World </w:t>
      </w:r>
      <w:proofErr w:type="spellStart"/>
      <w:r w:rsidR="009F24CE" w:rsidRPr="000B53E6">
        <w:rPr>
          <w:rFonts w:eastAsia="Times New Roman"/>
          <w:b/>
          <w:sz w:val="40"/>
          <w:szCs w:val="32"/>
        </w:rPr>
        <w:t>of</w:t>
      </w:r>
      <w:proofErr w:type="spellEnd"/>
      <w:r w:rsidR="009F24CE" w:rsidRPr="000B53E6">
        <w:rPr>
          <w:rFonts w:eastAsia="Times New Roman"/>
          <w:b/>
          <w:sz w:val="40"/>
          <w:szCs w:val="32"/>
        </w:rPr>
        <w:t xml:space="preserve"> Asphalt 2022 </w:t>
      </w:r>
      <w:r w:rsidRPr="000B53E6">
        <w:rPr>
          <w:rFonts w:eastAsia="Times New Roman"/>
          <w:b/>
          <w:sz w:val="40"/>
          <w:szCs w:val="32"/>
        </w:rPr>
        <w:t>an</w:t>
      </w:r>
    </w:p>
    <w:p w14:paraId="6CA39DCA" w14:textId="77777777" w:rsidR="00BD5391" w:rsidRPr="00BD5391" w:rsidRDefault="00BD5391" w:rsidP="00BD5391">
      <w:pPr>
        <w:spacing w:line="280" w:lineRule="atLeast"/>
        <w:jc w:val="both"/>
        <w:rPr>
          <w:sz w:val="22"/>
        </w:rPr>
      </w:pPr>
    </w:p>
    <w:p w14:paraId="4CDEC428" w14:textId="0145F161" w:rsidR="008B59E8" w:rsidRDefault="00377BE9" w:rsidP="00ED569B">
      <w:pPr>
        <w:spacing w:line="276" w:lineRule="auto"/>
        <w:jc w:val="both"/>
        <w:rPr>
          <w:iCs/>
          <w:sz w:val="22"/>
        </w:rPr>
      </w:pPr>
      <w:r>
        <w:rPr>
          <w:iCs/>
          <w:sz w:val="22"/>
        </w:rPr>
        <w:t>Mit 11 Exponaten präsentiert d</w:t>
      </w:r>
      <w:r w:rsidR="00E24472" w:rsidRPr="00732124">
        <w:rPr>
          <w:iCs/>
          <w:sz w:val="22"/>
        </w:rPr>
        <w:t xml:space="preserve">ie </w:t>
      </w:r>
      <w:r w:rsidR="00ED569B" w:rsidRPr="00732124">
        <w:rPr>
          <w:iCs/>
          <w:sz w:val="22"/>
        </w:rPr>
        <w:t>Wirtgen Group</w:t>
      </w:r>
      <w:r w:rsidR="00E24472" w:rsidRPr="00732124">
        <w:rPr>
          <w:iCs/>
          <w:sz w:val="22"/>
        </w:rPr>
        <w:t xml:space="preserve"> </w:t>
      </w:r>
      <w:r w:rsidR="00E23A4E">
        <w:rPr>
          <w:iCs/>
          <w:sz w:val="22"/>
        </w:rPr>
        <w:t xml:space="preserve">vom 29.-31. März </w:t>
      </w:r>
      <w:r w:rsidR="0050482B" w:rsidRPr="00732124">
        <w:rPr>
          <w:iCs/>
          <w:sz w:val="22"/>
        </w:rPr>
        <w:t xml:space="preserve">in </w:t>
      </w:r>
      <w:r>
        <w:rPr>
          <w:iCs/>
          <w:sz w:val="22"/>
        </w:rPr>
        <w:t>Nas</w:t>
      </w:r>
      <w:r w:rsidR="008B59E8">
        <w:rPr>
          <w:iCs/>
          <w:sz w:val="22"/>
        </w:rPr>
        <w:t>h</w:t>
      </w:r>
      <w:r>
        <w:rPr>
          <w:iCs/>
          <w:sz w:val="22"/>
        </w:rPr>
        <w:t xml:space="preserve">ville einen Querschnitt </w:t>
      </w:r>
      <w:r w:rsidR="004E48A6">
        <w:rPr>
          <w:iCs/>
          <w:sz w:val="22"/>
        </w:rPr>
        <w:t>ihrer</w:t>
      </w:r>
      <w:r>
        <w:rPr>
          <w:iCs/>
          <w:sz w:val="22"/>
        </w:rPr>
        <w:t xml:space="preserve"> </w:t>
      </w:r>
      <w:r w:rsidR="005D7067" w:rsidRPr="005D7067">
        <w:rPr>
          <w:iCs/>
          <w:sz w:val="22"/>
        </w:rPr>
        <w:t>marktgerechte</w:t>
      </w:r>
      <w:r w:rsidR="005D7067">
        <w:rPr>
          <w:iCs/>
          <w:sz w:val="22"/>
        </w:rPr>
        <w:t>n</w:t>
      </w:r>
      <w:r w:rsidR="005D7067" w:rsidRPr="005D7067">
        <w:rPr>
          <w:iCs/>
          <w:sz w:val="22"/>
        </w:rPr>
        <w:t xml:space="preserve"> und ganzheitliche</w:t>
      </w:r>
      <w:r w:rsidR="005D7067">
        <w:rPr>
          <w:iCs/>
          <w:sz w:val="22"/>
        </w:rPr>
        <w:t>n</w:t>
      </w:r>
      <w:r w:rsidR="005D7067" w:rsidRPr="005D7067">
        <w:rPr>
          <w:iCs/>
          <w:sz w:val="22"/>
        </w:rPr>
        <w:t xml:space="preserve"> Lösungen für den gesamten Straßenbauprozess</w:t>
      </w:r>
      <w:r w:rsidR="004E48A6">
        <w:rPr>
          <w:iCs/>
          <w:sz w:val="22"/>
        </w:rPr>
        <w:t>.</w:t>
      </w:r>
      <w:r w:rsidR="000B53E6">
        <w:rPr>
          <w:iCs/>
          <w:sz w:val="22"/>
        </w:rPr>
        <w:t xml:space="preserve"> </w:t>
      </w:r>
      <w:r w:rsidR="008B59E8" w:rsidRPr="000B53E6">
        <w:rPr>
          <w:iCs/>
          <w:sz w:val="22"/>
        </w:rPr>
        <w:t>Messehighlight ist die W 120 </w:t>
      </w:r>
      <w:proofErr w:type="spellStart"/>
      <w:r w:rsidR="008B59E8" w:rsidRPr="000B53E6">
        <w:rPr>
          <w:iCs/>
          <w:sz w:val="22"/>
        </w:rPr>
        <w:t>Fi</w:t>
      </w:r>
      <w:proofErr w:type="spellEnd"/>
      <w:r w:rsidR="008B59E8" w:rsidRPr="000B53E6">
        <w:rPr>
          <w:iCs/>
          <w:sz w:val="22"/>
        </w:rPr>
        <w:t xml:space="preserve"> aus der neuen Kompaktfräsen-Generation von Wirtgen, die </w:t>
      </w:r>
      <w:r w:rsidR="003D322E" w:rsidRPr="000B53E6">
        <w:rPr>
          <w:iCs/>
          <w:sz w:val="22"/>
        </w:rPr>
        <w:t xml:space="preserve">auf der Messe </w:t>
      </w:r>
      <w:r w:rsidR="008B59E8" w:rsidRPr="000B53E6">
        <w:rPr>
          <w:iCs/>
          <w:sz w:val="22"/>
        </w:rPr>
        <w:t>ihre Weltpremiere feiert.</w:t>
      </w:r>
      <w:r w:rsidR="008B59E8">
        <w:rPr>
          <w:iCs/>
          <w:sz w:val="22"/>
        </w:rPr>
        <w:t xml:space="preserve"> </w:t>
      </w:r>
    </w:p>
    <w:p w14:paraId="5BE945E4" w14:textId="0713CBC7" w:rsidR="00BD5391" w:rsidRDefault="006C5A75" w:rsidP="00ED569B">
      <w:pPr>
        <w:spacing w:line="276" w:lineRule="auto"/>
        <w:jc w:val="both"/>
        <w:rPr>
          <w:iCs/>
          <w:sz w:val="22"/>
        </w:rPr>
      </w:pPr>
      <w:r>
        <w:rPr>
          <w:iCs/>
          <w:sz w:val="22"/>
        </w:rPr>
        <w:t>A</w:t>
      </w:r>
      <w:r w:rsidR="00E23A4E">
        <w:rPr>
          <w:iCs/>
          <w:sz w:val="22"/>
        </w:rPr>
        <w:t>uf</w:t>
      </w:r>
      <w:r w:rsidR="008B59E8" w:rsidRPr="008B59E8">
        <w:rPr>
          <w:iCs/>
          <w:sz w:val="22"/>
        </w:rPr>
        <w:t xml:space="preserve"> dem rund 9.000 </w:t>
      </w:r>
      <w:proofErr w:type="spellStart"/>
      <w:r w:rsidR="008B59E8" w:rsidRPr="008B59E8">
        <w:rPr>
          <w:iCs/>
          <w:sz w:val="22"/>
        </w:rPr>
        <w:t>sq</w:t>
      </w:r>
      <w:proofErr w:type="spellEnd"/>
      <w:r w:rsidR="008B59E8" w:rsidRPr="008B59E8">
        <w:rPr>
          <w:iCs/>
          <w:sz w:val="22"/>
        </w:rPr>
        <w:t xml:space="preserve"> </w:t>
      </w:r>
      <w:proofErr w:type="spellStart"/>
      <w:r w:rsidR="008B59E8" w:rsidRPr="008B59E8">
        <w:rPr>
          <w:iCs/>
          <w:sz w:val="22"/>
        </w:rPr>
        <w:t>ft</w:t>
      </w:r>
      <w:proofErr w:type="spellEnd"/>
      <w:r w:rsidR="008B59E8" w:rsidRPr="008B59E8">
        <w:rPr>
          <w:iCs/>
          <w:sz w:val="22"/>
        </w:rPr>
        <w:t xml:space="preserve"> / 840 m² großen </w:t>
      </w:r>
      <w:r w:rsidR="000B53E6">
        <w:rPr>
          <w:iCs/>
          <w:sz w:val="22"/>
        </w:rPr>
        <w:t>Messes</w:t>
      </w:r>
      <w:r w:rsidR="008B59E8" w:rsidRPr="008B59E8">
        <w:rPr>
          <w:iCs/>
          <w:sz w:val="22"/>
        </w:rPr>
        <w:t>tand</w:t>
      </w:r>
      <w:r w:rsidR="008B59E8">
        <w:rPr>
          <w:iCs/>
          <w:sz w:val="22"/>
        </w:rPr>
        <w:t xml:space="preserve"> 2302 </w:t>
      </w:r>
      <w:r>
        <w:rPr>
          <w:iCs/>
          <w:sz w:val="22"/>
        </w:rPr>
        <w:t xml:space="preserve">stehen bei den Wirtgen Group Lösungen </w:t>
      </w:r>
      <w:r w:rsidR="000B53E6">
        <w:rPr>
          <w:iCs/>
          <w:sz w:val="22"/>
        </w:rPr>
        <w:t xml:space="preserve">zudem </w:t>
      </w:r>
      <w:r w:rsidR="003C0462">
        <w:rPr>
          <w:iCs/>
          <w:sz w:val="22"/>
        </w:rPr>
        <w:t>die</w:t>
      </w:r>
      <w:r>
        <w:rPr>
          <w:iCs/>
          <w:sz w:val="22"/>
        </w:rPr>
        <w:t xml:space="preserve"> Themen</w:t>
      </w:r>
      <w:r w:rsidR="003C0462">
        <w:rPr>
          <w:iCs/>
          <w:sz w:val="22"/>
        </w:rPr>
        <w:t xml:space="preserve"> </w:t>
      </w:r>
      <w:r w:rsidR="005D7067" w:rsidRPr="005D7067">
        <w:rPr>
          <w:iCs/>
          <w:sz w:val="22"/>
        </w:rPr>
        <w:t xml:space="preserve">Wirtschaftlichkeit und </w:t>
      </w:r>
      <w:r w:rsidR="003C0462">
        <w:rPr>
          <w:iCs/>
          <w:sz w:val="22"/>
        </w:rPr>
        <w:t>Nachhaltigkeit</w:t>
      </w:r>
      <w:r>
        <w:rPr>
          <w:iCs/>
          <w:sz w:val="22"/>
        </w:rPr>
        <w:t xml:space="preserve"> im Fokus</w:t>
      </w:r>
      <w:r w:rsidR="005D7067" w:rsidRPr="005D7067">
        <w:rPr>
          <w:iCs/>
          <w:sz w:val="22"/>
        </w:rPr>
        <w:t>.</w:t>
      </w:r>
    </w:p>
    <w:p w14:paraId="1C645586" w14:textId="5031B930" w:rsidR="003D322E" w:rsidRDefault="003D322E" w:rsidP="00ED569B">
      <w:pPr>
        <w:spacing w:line="276" w:lineRule="auto"/>
        <w:jc w:val="both"/>
        <w:rPr>
          <w:iCs/>
          <w:sz w:val="22"/>
        </w:rPr>
      </w:pPr>
    </w:p>
    <w:p w14:paraId="47162338" w14:textId="77777777" w:rsidR="00DF393A" w:rsidRPr="00571D6E" w:rsidRDefault="00DF393A" w:rsidP="00DF393A">
      <w:pPr>
        <w:pStyle w:val="Standardabsatz"/>
        <w:rPr>
          <w:b/>
          <w:bCs/>
          <w:color w:val="000000" w:themeColor="text1"/>
        </w:rPr>
      </w:pPr>
      <w:r w:rsidRPr="00571D6E">
        <w:rPr>
          <w:b/>
          <w:bCs/>
          <w:color w:val="000000" w:themeColor="text1"/>
        </w:rPr>
        <w:t>Fotos:</w:t>
      </w:r>
    </w:p>
    <w:p w14:paraId="3751F602" w14:textId="05B8B3B4" w:rsidR="00DF393A" w:rsidRPr="00571D6E" w:rsidRDefault="000C369D" w:rsidP="00DF393A">
      <w:pPr>
        <w:pStyle w:val="BUbold"/>
      </w:pPr>
      <w:r w:rsidRPr="0037121E">
        <w:rPr>
          <w:b w:val="0"/>
          <w:noProof/>
          <w:lang w:eastAsia="de-DE"/>
        </w:rPr>
        <w:drawing>
          <wp:inline distT="0" distB="0" distL="0" distR="0" wp14:anchorId="2A1C5EEF" wp14:editId="55C40CA1">
            <wp:extent cx="1934879" cy="1289706"/>
            <wp:effectExtent l="0" t="0" r="8255" b="571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879" cy="1289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572E" w:rsidRPr="00571D6E">
        <w:t xml:space="preserve">       </w:t>
      </w:r>
      <w:r w:rsidR="00DF393A" w:rsidRPr="00571D6E">
        <w:br/>
      </w:r>
      <w:r w:rsidR="006050BB" w:rsidRPr="00571D6E">
        <w:t>W_graphic_W120Fi_00001_HI</w:t>
      </w:r>
    </w:p>
    <w:p w14:paraId="76C6C5B5" w14:textId="25D36402" w:rsidR="00DF393A" w:rsidRPr="00E07290" w:rsidRDefault="00C82CFC" w:rsidP="00DF393A">
      <w:pPr>
        <w:rPr>
          <w:rFonts w:eastAsia="Calibri" w:cs="Arial"/>
          <w:bCs/>
          <w:sz w:val="20"/>
          <w:szCs w:val="20"/>
        </w:rPr>
      </w:pPr>
      <w:r w:rsidRPr="00C82CFC">
        <w:rPr>
          <w:rFonts w:eastAsia="Calibri" w:cs="Arial"/>
          <w:bCs/>
          <w:sz w:val="20"/>
          <w:szCs w:val="20"/>
        </w:rPr>
        <w:t xml:space="preserve">Branchenweit einzigartige Technologien aus der bewährten </w:t>
      </w:r>
      <w:r w:rsidRPr="00571D6E">
        <w:rPr>
          <w:rFonts w:eastAsia="Calibri" w:cs="Arial"/>
          <w:bCs/>
          <w:sz w:val="20"/>
          <w:szCs w:val="20"/>
        </w:rPr>
        <w:t>Wirtgen</w:t>
      </w:r>
      <w:r>
        <w:rPr>
          <w:rFonts w:eastAsia="Calibri" w:cs="Arial"/>
          <w:bCs/>
          <w:sz w:val="20"/>
          <w:szCs w:val="20"/>
        </w:rPr>
        <w:t xml:space="preserve"> </w:t>
      </w:r>
      <w:r w:rsidRPr="00C82CFC">
        <w:rPr>
          <w:rFonts w:eastAsia="Calibri" w:cs="Arial"/>
          <w:bCs/>
          <w:sz w:val="20"/>
          <w:szCs w:val="20"/>
        </w:rPr>
        <w:t>Großfräsen F-Serie sind jetzt auch in den Kompaktfräsen integriert.</w:t>
      </w:r>
    </w:p>
    <w:p w14:paraId="3CE669A7" w14:textId="77777777" w:rsidR="000B53E6" w:rsidRPr="00DF393A" w:rsidRDefault="000B53E6" w:rsidP="00DF393A">
      <w:pPr>
        <w:rPr>
          <w:rFonts w:eastAsia="Calibri" w:cs="Arial"/>
          <w:bCs/>
          <w:sz w:val="22"/>
          <w:szCs w:val="22"/>
        </w:rPr>
      </w:pPr>
    </w:p>
    <w:p w14:paraId="322CA421" w14:textId="32544CA5" w:rsidR="00DF393A" w:rsidRPr="006C0C87" w:rsidRDefault="00DF393A" w:rsidP="00DF393A">
      <w:pPr>
        <w:pStyle w:val="Note"/>
      </w:pPr>
      <w:r w:rsidRPr="00F74540">
        <w:rPr>
          <w:lang w:eastAsia="de-DE"/>
        </w:rPr>
        <w:t xml:space="preserve">Hinweis: </w:t>
      </w:r>
      <w:r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75A1557C" w14:textId="7B504167" w:rsidR="00DF393A" w:rsidRPr="000B53E6" w:rsidRDefault="00DF393A" w:rsidP="000B53E6">
      <w:pPr>
        <w:rPr>
          <w:rFonts w:eastAsiaTheme="minorHAnsi" w:cstheme="minorBidi"/>
          <w:b/>
          <w:bCs/>
          <w:iCs/>
          <w:sz w:val="22"/>
          <w:szCs w:val="22"/>
        </w:rPr>
      </w:pPr>
      <w:r w:rsidRPr="000B53E6">
        <w:rPr>
          <w:b/>
          <w:bCs/>
          <w:iCs/>
          <w:sz w:val="22"/>
          <w:szCs w:val="22"/>
        </w:rPr>
        <w:t>Weitere Informationen erhalten Sie bei:</w:t>
      </w:r>
    </w:p>
    <w:p w14:paraId="49596B89" w14:textId="77777777" w:rsidR="00DF393A" w:rsidRDefault="00DF393A" w:rsidP="00DF393A">
      <w:pPr>
        <w:pStyle w:val="Absatzberschrift"/>
      </w:pPr>
    </w:p>
    <w:p w14:paraId="067F396B" w14:textId="77777777" w:rsidR="00DF393A" w:rsidRPr="002B783A" w:rsidRDefault="00DF393A" w:rsidP="00DF393A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59CA7EC2" w14:textId="77777777" w:rsidR="00DF393A" w:rsidRDefault="00DF393A" w:rsidP="00DF393A">
      <w:pPr>
        <w:pStyle w:val="Fuzeile1"/>
      </w:pPr>
      <w:r>
        <w:t>Public Relations</w:t>
      </w:r>
    </w:p>
    <w:p w14:paraId="486DBDDB" w14:textId="77777777" w:rsidR="00DF393A" w:rsidRDefault="00DF393A" w:rsidP="00DF393A">
      <w:pPr>
        <w:pStyle w:val="Fuzeile1"/>
      </w:pPr>
      <w:r>
        <w:t>Reinhard-Wirtgen-Straße 2</w:t>
      </w:r>
    </w:p>
    <w:p w14:paraId="35194B2F" w14:textId="77777777" w:rsidR="00DF393A" w:rsidRDefault="00DF393A" w:rsidP="00DF393A">
      <w:pPr>
        <w:pStyle w:val="Fuzeile1"/>
      </w:pPr>
      <w:r>
        <w:t>53578 Windhagen</w:t>
      </w:r>
    </w:p>
    <w:p w14:paraId="26660EA3" w14:textId="77777777" w:rsidR="00DF393A" w:rsidRDefault="00DF393A" w:rsidP="00DF393A">
      <w:pPr>
        <w:pStyle w:val="Fuzeile1"/>
      </w:pPr>
      <w:r>
        <w:t>Deutschland</w:t>
      </w:r>
    </w:p>
    <w:p w14:paraId="344C3E69" w14:textId="77777777" w:rsidR="00DF393A" w:rsidRDefault="00DF393A" w:rsidP="00DF393A">
      <w:pPr>
        <w:pStyle w:val="Fuzeile1"/>
      </w:pPr>
    </w:p>
    <w:p w14:paraId="6C0308A6" w14:textId="77777777" w:rsidR="00DF393A" w:rsidRDefault="00DF393A" w:rsidP="00DF393A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4B6FC596" w14:textId="77777777" w:rsidR="00DF393A" w:rsidRDefault="00DF393A" w:rsidP="00DF393A">
      <w:pPr>
        <w:pStyle w:val="Fuzeile1"/>
      </w:pPr>
      <w:r>
        <w:t>Telefax: +49 (0) 2645 131 – 499</w:t>
      </w:r>
    </w:p>
    <w:p w14:paraId="19FBD9F2" w14:textId="77777777" w:rsidR="00DF393A" w:rsidRDefault="00DF393A" w:rsidP="00DF393A">
      <w:pPr>
        <w:pStyle w:val="Fuzeile1"/>
      </w:pPr>
      <w:r>
        <w:t xml:space="preserve">E-Mail: </w:t>
      </w:r>
      <w:r>
        <w:rPr>
          <w:rFonts w:cs="Times New Roman (Textkörper CS)" w:hint="cs"/>
        </w:rPr>
        <w:t>P</w:t>
      </w:r>
      <w:r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6DE4D335" w14:textId="77777777" w:rsidR="00DF393A" w:rsidRPr="00F91A52" w:rsidRDefault="00DF393A" w:rsidP="00DF393A">
      <w:pPr>
        <w:pStyle w:val="Fuzeile1"/>
        <w:rPr>
          <w:vanish/>
        </w:rPr>
      </w:pPr>
    </w:p>
    <w:p w14:paraId="7E877E3A" w14:textId="77777777" w:rsidR="00DF393A" w:rsidRPr="00F74540" w:rsidRDefault="00DF393A" w:rsidP="00DF393A">
      <w:pPr>
        <w:pStyle w:val="Fuzeile1"/>
      </w:pPr>
      <w:r w:rsidRPr="00293151">
        <w:t>www.wirtgen-group.com</w:t>
      </w:r>
    </w:p>
    <w:p w14:paraId="6D12916D" w14:textId="7C61F443" w:rsidR="00DF393A" w:rsidRDefault="00DF393A">
      <w:pPr>
        <w:rPr>
          <w:rFonts w:eastAsia="Calibri" w:cs="Arial"/>
          <w:b/>
          <w:sz w:val="22"/>
          <w:szCs w:val="22"/>
        </w:rPr>
      </w:pPr>
    </w:p>
    <w:p w14:paraId="54E49D4F" w14:textId="6173B9FC" w:rsidR="00DF393A" w:rsidRPr="00DF393A" w:rsidRDefault="00DF393A">
      <w:pPr>
        <w:rPr>
          <w:rFonts w:eastAsia="Calibri" w:cs="Arial"/>
          <w:bCs/>
          <w:sz w:val="22"/>
          <w:szCs w:val="22"/>
        </w:rPr>
      </w:pPr>
    </w:p>
    <w:sectPr w:rsidR="00DF393A" w:rsidRPr="00DF393A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B5EA" w14:textId="77777777" w:rsidR="00656C56" w:rsidRDefault="00656C56" w:rsidP="00E55534">
      <w:r>
        <w:separator/>
      </w:r>
    </w:p>
  </w:endnote>
  <w:endnote w:type="continuationSeparator" w:id="0">
    <w:p w14:paraId="3BEE7BD3" w14:textId="77777777"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55496" w14:textId="77777777" w:rsidR="0039477F" w:rsidRDefault="0039477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5525CAAC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1923F940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41DC54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4E48E6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25DD03D3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C1C673" wp14:editId="1AE72D94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081349FA" w14:textId="77777777" w:rsidTr="00723F4F">
      <w:tc>
        <w:tcPr>
          <w:tcW w:w="9664" w:type="dxa"/>
          <w:shd w:val="clear" w:color="auto" w:fill="auto"/>
        </w:tcPr>
        <w:p w14:paraId="36236CD7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6709B570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604076" wp14:editId="3E95B680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531A0" w14:textId="77777777" w:rsidR="00656C56" w:rsidRDefault="00656C56" w:rsidP="00E55534">
      <w:r>
        <w:separator/>
      </w:r>
    </w:p>
  </w:footnote>
  <w:footnote w:type="continuationSeparator" w:id="0">
    <w:p w14:paraId="151BB84F" w14:textId="77777777"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3D10" w14:textId="742B9E51" w:rsidR="0039477F" w:rsidRDefault="00571D6E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86588A7" wp14:editId="21CF0A2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BAD872" w14:textId="410E750A" w:rsidR="00571D6E" w:rsidRPr="00571D6E" w:rsidRDefault="00571D6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571D6E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6588A7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OeBegoqAgAAUAQAAA4AAAAAAAAAAAAAAAAALgIAAGRycy9lMm9Eb2Mu&#10;eG1sUEsBAi0AFAAGAAgAAAAhABMN77DYAAAAAwEAAA8AAAAAAAAAAAAAAAAAhAQAAGRycy9kb3du&#10;cmV2LnhtbFBLBQYAAAAABAAEAPMAAACJBQAAAAA=&#10;" filled="f" stroked="f">
              <v:fill o:detectmouseclick="t"/>
              <v:textbox style="mso-fit-shape-to-text:t" inset="0,0,15pt,0">
                <w:txbxContent>
                  <w:p w14:paraId="5EBAD872" w14:textId="410E750A" w:rsidR="00571D6E" w:rsidRPr="00571D6E" w:rsidRDefault="00571D6E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571D6E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7D945" w14:textId="23238AE3" w:rsidR="00533132" w:rsidRPr="00533132" w:rsidRDefault="00571D6E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593EF4C" wp14:editId="3AD0CB0C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047AF0" w14:textId="2DED0F19" w:rsidR="00571D6E" w:rsidRPr="00571D6E" w:rsidRDefault="00571D6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571D6E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93EF4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Jqhb3cqAgAAUAQAAA4AAAAAAAAAAAAAAAAALgIAAGRycy9lMm9Eb2Mu&#10;eG1sUEsBAi0AFAAGAAgAAAAhABMN77DYAAAAAwEAAA8AAAAAAAAAAAAAAAAAhAQAAGRycy9kb3du&#10;cmV2LnhtbFBLBQYAAAAABAAEAPMAAACJBQAAAAA=&#10;" filled="f" stroked="f">
              <v:fill o:detectmouseclick="t"/>
              <v:textbox style="mso-fit-shape-to-text:t" inset="0,0,15pt,0">
                <w:txbxContent>
                  <w:p w14:paraId="13047AF0" w14:textId="2DED0F19" w:rsidR="00571D6E" w:rsidRPr="00571D6E" w:rsidRDefault="00571D6E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571D6E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0466B8CA" wp14:editId="73CBDBF2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FECDB" w14:textId="6025E899" w:rsidR="00533132" w:rsidRDefault="00571D6E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95924B4" wp14:editId="0608CE7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5DDA0" w14:textId="27A3E24C" w:rsidR="00571D6E" w:rsidRPr="00571D6E" w:rsidRDefault="00571D6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571D6E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5924B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+ekvliYCAABJBAAADgAAAAAAAAAAAAAAAAAuAgAAZHJzL2Uyb0RvYy54bWxQ&#10;SwECLQAUAAYACAAAACEAEw3vsNgAAAADAQAADwAAAAAAAAAAAAAAAACABAAAZHJzL2Rvd25yZXYu&#10;eG1sUEsFBgAAAAAEAAQA8wAAAIUFAAAAAA==&#10;" filled="f" stroked="f">
              <v:fill o:detectmouseclick="t"/>
              <v:textbox style="mso-fit-shape-to-text:t" inset="0,0,15pt,0">
                <w:txbxContent>
                  <w:p w14:paraId="00D5DDA0" w14:textId="27A3E24C" w:rsidR="00571D6E" w:rsidRPr="00571D6E" w:rsidRDefault="00571D6E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571D6E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CC4DB9" wp14:editId="05CE8C93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5FF39920" wp14:editId="1F464388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65998940" wp14:editId="4E335C14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1500pt;height:1500pt" o:bullet="t">
        <v:imagedata r:id="rId1" o:title="AZ_04a"/>
      </v:shape>
    </w:pict>
  </w:numPicBullet>
  <w:numPicBullet w:numPicBulletId="1">
    <w:pict>
      <v:shape id="_x0000_i1121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C56"/>
    <w:rsid w:val="00012BFD"/>
    <w:rsid w:val="00016656"/>
    <w:rsid w:val="00030032"/>
    <w:rsid w:val="00031CDB"/>
    <w:rsid w:val="00042106"/>
    <w:rsid w:val="00046AB0"/>
    <w:rsid w:val="0005285B"/>
    <w:rsid w:val="00066D09"/>
    <w:rsid w:val="0009665C"/>
    <w:rsid w:val="000977B0"/>
    <w:rsid w:val="000B53E6"/>
    <w:rsid w:val="000C369D"/>
    <w:rsid w:val="000D42D4"/>
    <w:rsid w:val="00103205"/>
    <w:rsid w:val="0012026F"/>
    <w:rsid w:val="00132055"/>
    <w:rsid w:val="001B16BB"/>
    <w:rsid w:val="00207BE9"/>
    <w:rsid w:val="00253A2E"/>
    <w:rsid w:val="002843A4"/>
    <w:rsid w:val="0029634D"/>
    <w:rsid w:val="002E765F"/>
    <w:rsid w:val="002F108B"/>
    <w:rsid w:val="0030316D"/>
    <w:rsid w:val="0032774C"/>
    <w:rsid w:val="00333DA6"/>
    <w:rsid w:val="0034191A"/>
    <w:rsid w:val="00343CC7"/>
    <w:rsid w:val="00345642"/>
    <w:rsid w:val="00377BE9"/>
    <w:rsid w:val="00384A08"/>
    <w:rsid w:val="0039477F"/>
    <w:rsid w:val="003A753A"/>
    <w:rsid w:val="003C0462"/>
    <w:rsid w:val="003D322E"/>
    <w:rsid w:val="003D69F7"/>
    <w:rsid w:val="003E1CB6"/>
    <w:rsid w:val="003E3CF6"/>
    <w:rsid w:val="003E759F"/>
    <w:rsid w:val="003E7853"/>
    <w:rsid w:val="003F334B"/>
    <w:rsid w:val="00403373"/>
    <w:rsid w:val="00406C81"/>
    <w:rsid w:val="00412545"/>
    <w:rsid w:val="00430BB0"/>
    <w:rsid w:val="00476888"/>
    <w:rsid w:val="004A48F5"/>
    <w:rsid w:val="004E48A6"/>
    <w:rsid w:val="004E48E6"/>
    <w:rsid w:val="004E4D53"/>
    <w:rsid w:val="004E6EF5"/>
    <w:rsid w:val="004F0D8B"/>
    <w:rsid w:val="0050482B"/>
    <w:rsid w:val="00506409"/>
    <w:rsid w:val="00513E2D"/>
    <w:rsid w:val="00530E32"/>
    <w:rsid w:val="00533132"/>
    <w:rsid w:val="005711A3"/>
    <w:rsid w:val="00571D6E"/>
    <w:rsid w:val="00573B2B"/>
    <w:rsid w:val="005776E9"/>
    <w:rsid w:val="005A4F04"/>
    <w:rsid w:val="005B5793"/>
    <w:rsid w:val="005D7067"/>
    <w:rsid w:val="006050BB"/>
    <w:rsid w:val="0060684C"/>
    <w:rsid w:val="006330A2"/>
    <w:rsid w:val="00642EB6"/>
    <w:rsid w:val="00656C56"/>
    <w:rsid w:val="006C2AE6"/>
    <w:rsid w:val="006C5359"/>
    <w:rsid w:val="006C5A75"/>
    <w:rsid w:val="006F7602"/>
    <w:rsid w:val="007207C5"/>
    <w:rsid w:val="00722A17"/>
    <w:rsid w:val="00723F4F"/>
    <w:rsid w:val="00732124"/>
    <w:rsid w:val="00732ABD"/>
    <w:rsid w:val="00757B83"/>
    <w:rsid w:val="00791A69"/>
    <w:rsid w:val="00794830"/>
    <w:rsid w:val="00797CAA"/>
    <w:rsid w:val="007C2658"/>
    <w:rsid w:val="007E20D0"/>
    <w:rsid w:val="007E3DAB"/>
    <w:rsid w:val="00816DA7"/>
    <w:rsid w:val="00820315"/>
    <w:rsid w:val="008427F2"/>
    <w:rsid w:val="00843B45"/>
    <w:rsid w:val="00863129"/>
    <w:rsid w:val="008670A3"/>
    <w:rsid w:val="008755E5"/>
    <w:rsid w:val="00894BAD"/>
    <w:rsid w:val="008B59E8"/>
    <w:rsid w:val="008C2DB2"/>
    <w:rsid w:val="008D770E"/>
    <w:rsid w:val="0090337E"/>
    <w:rsid w:val="0091625B"/>
    <w:rsid w:val="00920702"/>
    <w:rsid w:val="009328FA"/>
    <w:rsid w:val="009646E4"/>
    <w:rsid w:val="009C2378"/>
    <w:rsid w:val="009D016F"/>
    <w:rsid w:val="009E251D"/>
    <w:rsid w:val="009F24CE"/>
    <w:rsid w:val="009F5DDA"/>
    <w:rsid w:val="00A07275"/>
    <w:rsid w:val="00A112D4"/>
    <w:rsid w:val="00A171F4"/>
    <w:rsid w:val="00A24EFC"/>
    <w:rsid w:val="00A514B7"/>
    <w:rsid w:val="00A57B37"/>
    <w:rsid w:val="00A84796"/>
    <w:rsid w:val="00A977CE"/>
    <w:rsid w:val="00AD131F"/>
    <w:rsid w:val="00AF3B3A"/>
    <w:rsid w:val="00AF4E8E"/>
    <w:rsid w:val="00AF6569"/>
    <w:rsid w:val="00B06265"/>
    <w:rsid w:val="00B13BD7"/>
    <w:rsid w:val="00B5232A"/>
    <w:rsid w:val="00B54074"/>
    <w:rsid w:val="00B90F78"/>
    <w:rsid w:val="00B95835"/>
    <w:rsid w:val="00B9709C"/>
    <w:rsid w:val="00BC2EBA"/>
    <w:rsid w:val="00BC3C34"/>
    <w:rsid w:val="00BD1058"/>
    <w:rsid w:val="00BD5391"/>
    <w:rsid w:val="00BD7CBB"/>
    <w:rsid w:val="00BF1638"/>
    <w:rsid w:val="00BF56B2"/>
    <w:rsid w:val="00C457C3"/>
    <w:rsid w:val="00C644CA"/>
    <w:rsid w:val="00C73005"/>
    <w:rsid w:val="00C82CFC"/>
    <w:rsid w:val="00C85E18"/>
    <w:rsid w:val="00CA4A09"/>
    <w:rsid w:val="00CF197D"/>
    <w:rsid w:val="00CF36C9"/>
    <w:rsid w:val="00CF6965"/>
    <w:rsid w:val="00D04D22"/>
    <w:rsid w:val="00D166AC"/>
    <w:rsid w:val="00D243AD"/>
    <w:rsid w:val="00D36BA2"/>
    <w:rsid w:val="00D5145D"/>
    <w:rsid w:val="00DA33BA"/>
    <w:rsid w:val="00DB3B13"/>
    <w:rsid w:val="00DB4BB0"/>
    <w:rsid w:val="00DE12AD"/>
    <w:rsid w:val="00DF393A"/>
    <w:rsid w:val="00DF7D9B"/>
    <w:rsid w:val="00E07290"/>
    <w:rsid w:val="00E14608"/>
    <w:rsid w:val="00E21E67"/>
    <w:rsid w:val="00E23A4E"/>
    <w:rsid w:val="00E24472"/>
    <w:rsid w:val="00E30EBF"/>
    <w:rsid w:val="00E316C0"/>
    <w:rsid w:val="00E4572E"/>
    <w:rsid w:val="00E52D70"/>
    <w:rsid w:val="00E55534"/>
    <w:rsid w:val="00E914D1"/>
    <w:rsid w:val="00E979B9"/>
    <w:rsid w:val="00EC6DE9"/>
    <w:rsid w:val="00ED569B"/>
    <w:rsid w:val="00F05124"/>
    <w:rsid w:val="00F20920"/>
    <w:rsid w:val="00F27E08"/>
    <w:rsid w:val="00F56318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D1408F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customStyle="1" w:styleId="Standardabsatz">
    <w:name w:val="Standardabsatz"/>
    <w:basedOn w:val="Standard"/>
    <w:qFormat/>
    <w:rsid w:val="00DF393A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DF393A"/>
    <w:rPr>
      <w:b w:val="0"/>
      <w:bCs/>
      <w:iCs/>
      <w:szCs w:val="22"/>
    </w:rPr>
  </w:style>
  <w:style w:type="paragraph" w:customStyle="1" w:styleId="Absatzberschrift">
    <w:name w:val="Absatzüberschrift"/>
    <w:next w:val="Standardabsatz"/>
    <w:qFormat/>
    <w:rsid w:val="00DF393A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BUbold">
    <w:name w:val="BU bold"/>
    <w:basedOn w:val="Standard"/>
    <w:next w:val="BUnormal"/>
    <w:qFormat/>
    <w:rsid w:val="00DF393A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DF393A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DF393A"/>
    <w:pPr>
      <w:spacing w:before="220" w:after="440"/>
    </w:pPr>
    <w:rPr>
      <w:rFonts w:eastAsiaTheme="minorHAnsi" w:cstheme="minorBidi"/>
      <w:i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0BED-4CD6-4D0F-9D0D-0F48E9B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1</Pages>
  <Words>166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1216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6</cp:revision>
  <cp:lastPrinted>2018-04-24T11:37:00Z</cp:lastPrinted>
  <dcterms:created xsi:type="dcterms:W3CDTF">2022-01-18T13:35:00Z</dcterms:created>
  <dcterms:modified xsi:type="dcterms:W3CDTF">2022-02-14T13:20:00Z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2022-02-14T13:19:12Z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139199ea-0f2e-4246-9eb7-9c34be7a2a35</vt:lpwstr>
  </property>
  <property fmtid="{D5CDD505-2E9C-101B-9397-08002B2CF9AE}" pid="11" name="MSIP_Label_df1a195f-122b-42dc-a2d3-71a1903dcdac_ContentBits">
    <vt:lpwstr>1</vt:lpwstr>
  </property>
</Properties>
</file>